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05" w:rsidRPr="00537E3B" w:rsidRDefault="00244A05" w:rsidP="00380BD2">
      <w:pPr>
        <w:shd w:val="clear" w:color="auto" w:fill="FFFFFF"/>
        <w:spacing w:before="300" w:after="150"/>
        <w:outlineLvl w:val="2"/>
        <w:rPr>
          <w:rFonts w:ascii="Helvetica" w:hAnsi="Helvetica" w:cs="Helvetica"/>
          <w:color w:val="333333"/>
          <w:sz w:val="36"/>
          <w:szCs w:val="36"/>
        </w:rPr>
      </w:pPr>
      <w:r w:rsidRPr="00537E3B">
        <w:rPr>
          <w:rFonts w:ascii="Helvetica" w:hAnsi="Helvetica" w:cs="Helvetica"/>
          <w:color w:val="333333"/>
          <w:sz w:val="36"/>
          <w:szCs w:val="36"/>
        </w:rPr>
        <w:t>Ghost Windows 7 SP1 [x32] Version 3 [Full Soft + Full Driver] - [Update 17/5/2016] - Speed &amp; Smooth</w:t>
      </w:r>
    </w:p>
    <w:p w:rsidR="00244A05" w:rsidRPr="00306E65" w:rsidRDefault="00244A05">
      <w:pPr>
        <w:rPr>
          <w:b/>
          <w:color w:val="FF0000"/>
          <w:sz w:val="32"/>
          <w:szCs w:val="32"/>
        </w:rPr>
      </w:pPr>
      <w:r>
        <w:t xml:space="preserve"> </w:t>
      </w:r>
      <w:r w:rsidRPr="00306E65">
        <w:rPr>
          <w:b/>
          <w:color w:val="FF0000"/>
          <w:sz w:val="32"/>
          <w:szCs w:val="32"/>
        </w:rPr>
        <w:t>Dung luong: 4.13gb</w:t>
      </w:r>
    </w:p>
    <w:p w:rsidR="00244A05" w:rsidRDefault="00244A05">
      <w:r>
        <w:t xml:space="preserve">  </w:t>
      </w:r>
    </w:p>
    <w:p w:rsidR="00244A05" w:rsidRDefault="00244A05">
      <w:r w:rsidRPr="00537E3B">
        <w:rPr>
          <w:rFonts w:ascii="Helvetica" w:hAnsi="Helvetica" w:cs="Helvetica"/>
          <w:color w:val="333333"/>
          <w:sz w:val="21"/>
          <w:szCs w:val="21"/>
        </w:rPr>
        <w:t>Mã MD5:</w:t>
      </w:r>
      <w:r>
        <w:rPr>
          <w:rFonts w:ascii="Helvetica" w:hAnsi="Helvetica" w:cs="Helvetica"/>
          <w:color w:val="333333"/>
          <w:sz w:val="21"/>
          <w:szCs w:val="21"/>
        </w:rPr>
        <w:t xml:space="preserve">   </w:t>
      </w:r>
      <w:r w:rsidRPr="00537E3B">
        <w:rPr>
          <w:rFonts w:ascii="Helvetica" w:hAnsi="Helvetica" w:cs="Helvetica"/>
          <w:b/>
          <w:bCs/>
          <w:color w:val="333333"/>
          <w:sz w:val="21"/>
          <w:szCs w:val="21"/>
        </w:rPr>
        <w:t>EE3BEB6E4ECC608B5E9F675A23FB31F8</w:t>
      </w:r>
      <w:r w:rsidRPr="00537E3B">
        <w:rPr>
          <w:rFonts w:ascii="Helvetica" w:hAnsi="Helvetica" w:cs="Helvetica"/>
          <w:color w:val="333333"/>
          <w:sz w:val="21"/>
          <w:szCs w:val="21"/>
        </w:rPr>
        <w:br/>
      </w:r>
    </w:p>
    <w:p w:rsidR="00244A05" w:rsidRDefault="00244A05">
      <w:hyperlink r:id="rId4" w:history="1">
        <w:r w:rsidRPr="00E74B4F">
          <w:rPr>
            <w:rStyle w:val="Hyperlink"/>
          </w:rPr>
          <w:t>https://www.fshare.vn/file/X5NKJS3SHPVY?token=1539001021</w:t>
        </w:r>
      </w:hyperlink>
    </w:p>
    <w:p w:rsidR="00244A05" w:rsidRDefault="00244A05"/>
    <w:p w:rsidR="00244A05" w:rsidRPr="009E6D4E" w:rsidRDefault="00244A05">
      <w:r>
        <w:t xml:space="preserve">01. </w:t>
      </w:r>
      <w:r w:rsidRPr="009E6D4E">
        <w:t>0BB54E8C - 9AE3450A - 84D36FC4 - 46ADDE5B</w:t>
      </w:r>
    </w:p>
    <w:p w:rsidR="00244A05" w:rsidRDefault="00244A05">
      <w:r>
        <w:t xml:space="preserve">02. </w:t>
      </w:r>
      <w:r w:rsidRPr="00C278BE">
        <w:t>3D516EAB - 924CFA06 - 2C717A51 - CC59360E</w:t>
      </w:r>
    </w:p>
    <w:p w:rsidR="00244A05" w:rsidRDefault="00244A05">
      <w:r>
        <w:t xml:space="preserve">03. </w:t>
      </w:r>
      <w:r w:rsidRPr="00C278BE">
        <w:t>2BAD102A - 90389B3B - 95D0A780 - C974881F</w:t>
      </w:r>
    </w:p>
    <w:p w:rsidR="00244A05" w:rsidRDefault="00244A05">
      <w:r>
        <w:t xml:space="preserve">04. </w:t>
      </w:r>
      <w:r w:rsidRPr="00C278BE">
        <w:t>5CCF94CF - 885B0AA7 - 1EED29F5 - 1295150A</w:t>
      </w:r>
    </w:p>
    <w:p w:rsidR="00244A05" w:rsidRDefault="00244A05">
      <w:r>
        <w:t xml:space="preserve">05. </w:t>
      </w:r>
      <w:r w:rsidRPr="003F3A7B">
        <w:t>C572EBCA - EFBB87A7 - BD6B10F3 - 4C69AA41</w:t>
      </w:r>
    </w:p>
    <w:p w:rsidR="00244A05" w:rsidRDefault="00244A05">
      <w:r>
        <w:t xml:space="preserve">06. </w:t>
      </w:r>
      <w:r w:rsidRPr="00040401">
        <w:t>4929056E - C623AF9B - 47EFB270 - 9890DE29</w:t>
      </w:r>
    </w:p>
    <w:p w:rsidR="00244A05" w:rsidRDefault="00244A05">
      <w:r>
        <w:t xml:space="preserve">07. </w:t>
      </w:r>
      <w:r w:rsidRPr="00040401">
        <w:t>261A2992 - FC2C4BFB - 99FDB108 - 9B91AC2E</w:t>
      </w:r>
    </w:p>
    <w:p w:rsidR="00244A05" w:rsidRDefault="00244A05">
      <w:r>
        <w:t xml:space="preserve">08. </w:t>
      </w:r>
      <w:r w:rsidRPr="00040401">
        <w:t>A4659349 - 4B371AAA - 34846DCF - 30E928F3</w:t>
      </w:r>
    </w:p>
    <w:p w:rsidR="00244A05" w:rsidRDefault="00244A05">
      <w:r>
        <w:t xml:space="preserve">09. </w:t>
      </w:r>
      <w:r w:rsidRPr="00040401">
        <w:t>849C092F - 402DF8D8 - C165BBC8 - 7C8D14F0</w:t>
      </w:r>
    </w:p>
    <w:p w:rsidR="00244A05" w:rsidRDefault="00244A05">
      <w:r>
        <w:t xml:space="preserve">10. </w:t>
      </w:r>
      <w:r w:rsidRPr="009E6D4E">
        <w:t>5CA9986A - FCB2A35C - 0B20375A - 119D9901</w:t>
      </w:r>
    </w:p>
    <w:p w:rsidR="00244A05" w:rsidRPr="009E6D4E" w:rsidRDefault="00244A05"/>
    <w:p w:rsidR="00244A05" w:rsidRPr="00C278BE" w:rsidRDefault="00244A05"/>
    <w:p w:rsidR="00244A05" w:rsidRDefault="00244A05">
      <w:bookmarkStart w:id="0" w:name="_GoBack"/>
      <w:bookmarkEnd w:id="0"/>
    </w:p>
    <w:sectPr w:rsidR="00244A05" w:rsidSect="00A247DD">
      <w:pgSz w:w="11907" w:h="16840" w:code="9"/>
      <w:pgMar w:top="567" w:right="567" w:bottom="567" w:left="1134" w:header="567" w:footer="567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970"/>
    <w:rsid w:val="00040401"/>
    <w:rsid w:val="00057300"/>
    <w:rsid w:val="00093C08"/>
    <w:rsid w:val="00244A05"/>
    <w:rsid w:val="00306E65"/>
    <w:rsid w:val="00380BD2"/>
    <w:rsid w:val="003F3A7B"/>
    <w:rsid w:val="00537E3B"/>
    <w:rsid w:val="008E353F"/>
    <w:rsid w:val="009E6D4E"/>
    <w:rsid w:val="00A247DD"/>
    <w:rsid w:val="00A2591D"/>
    <w:rsid w:val="00C278BE"/>
    <w:rsid w:val="00C76970"/>
    <w:rsid w:val="00CF473D"/>
    <w:rsid w:val="00E74B4F"/>
    <w:rsid w:val="00F1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7D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2591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share.vn/file/X5NKJS3SHPVY?token=1539001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113</Words>
  <Characters>647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</cp:revision>
  <dcterms:created xsi:type="dcterms:W3CDTF">2018-10-10T02:43:00Z</dcterms:created>
  <dcterms:modified xsi:type="dcterms:W3CDTF">2018-10-08T14:13:00Z</dcterms:modified>
</cp:coreProperties>
</file>